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3F5BD89A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20</w:t>
      </w:r>
      <w:r w:rsidR="00527E25">
        <w:rPr>
          <w:rFonts w:ascii="Corbel" w:hAnsi="Corbel"/>
          <w:b/>
          <w:bCs/>
          <w:smallCaps/>
          <w:sz w:val="24"/>
          <w:szCs w:val="24"/>
        </w:rPr>
        <w:t>19</w:t>
      </w:r>
      <w:r w:rsidR="00D66098" w:rsidRPr="00600D9B">
        <w:rPr>
          <w:rFonts w:ascii="Corbel" w:hAnsi="Corbel"/>
          <w:b/>
          <w:bCs/>
          <w:smallCaps/>
          <w:sz w:val="24"/>
          <w:szCs w:val="24"/>
        </w:rPr>
        <w:t>-202</w:t>
      </w:r>
      <w:r w:rsidR="00527E25">
        <w:rPr>
          <w:rFonts w:ascii="Corbel" w:hAnsi="Corbel"/>
          <w:b/>
          <w:bCs/>
          <w:smallCaps/>
          <w:sz w:val="24"/>
          <w:szCs w:val="24"/>
        </w:rPr>
        <w:t>2</w:t>
      </w:r>
    </w:p>
    <w:p w14:paraId="0CD8707A" w14:textId="792E3873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527E25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527E25">
        <w:rPr>
          <w:rFonts w:ascii="Corbel" w:hAnsi="Corbel"/>
          <w:sz w:val="20"/>
          <w:szCs w:val="20"/>
        </w:rPr>
        <w:t>2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  <w:bookmarkStart w:id="0" w:name="_GoBack"/>
            <w:bookmarkEnd w:id="0"/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7777777" w:rsidR="0085747A" w:rsidRPr="009C54AE" w:rsidRDefault="00BD7FB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77777777" w:rsidR="00015B8F" w:rsidRPr="009C54AE" w:rsidRDefault="00CE7647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77777777" w:rsidR="009026B1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 xml:space="preserve">Jakubowska A. Public relations w kształtowaniu wizerunku instytucji finansowych, </w:t>
            </w:r>
            <w:r w:rsidRPr="00C927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B83CC" w14:textId="77777777" w:rsidR="00AB3BD7" w:rsidRDefault="00AB3BD7" w:rsidP="00C16ABF">
      <w:pPr>
        <w:spacing w:after="0" w:line="240" w:lineRule="auto"/>
      </w:pPr>
      <w:r>
        <w:separator/>
      </w:r>
    </w:p>
  </w:endnote>
  <w:endnote w:type="continuationSeparator" w:id="0">
    <w:p w14:paraId="1991C851" w14:textId="77777777" w:rsidR="00AB3BD7" w:rsidRDefault="00AB3B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5871" w14:textId="77777777" w:rsidR="00AB3BD7" w:rsidRDefault="00AB3BD7" w:rsidP="00C16ABF">
      <w:pPr>
        <w:spacing w:after="0" w:line="240" w:lineRule="auto"/>
      </w:pPr>
      <w:r>
        <w:separator/>
      </w:r>
    </w:p>
  </w:footnote>
  <w:footnote w:type="continuationSeparator" w:id="0">
    <w:p w14:paraId="10CEE717" w14:textId="77777777" w:rsidR="00AB3BD7" w:rsidRDefault="00AB3BD7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2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BD7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03A7-426F-457E-A333-1CE5EBA5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2021-01-31T23:03:00Z</dcterms:created>
  <dcterms:modified xsi:type="dcterms:W3CDTF">2021-11-04T13:42:00Z</dcterms:modified>
</cp:coreProperties>
</file>